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6F7015" w:rsidRDefault="006F7015" w:rsidP="006F701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6F7015">
      <w:pPr>
        <w:spacing w:line="280" w:lineRule="exact"/>
        <w:ind w:left="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6F7015">
      <w:pPr>
        <w:spacing w:line="280" w:lineRule="exact"/>
        <w:ind w:left="720"/>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D87FDD" w:rsidRDefault="005C7C01" w:rsidP="00D87FDD">
      <w:pPr>
        <w:spacing w:line="280" w:lineRule="exact"/>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D87FDD" w:rsidRPr="00DE3174" w:rsidRDefault="00DE3174" w:rsidP="00DE3174">
      <w:pPr>
        <w:spacing w:after="120"/>
        <w:jc w:val="center"/>
        <w:rPr>
          <w:rFonts w:ascii="Times New Roman" w:hAnsi="Times New Roman"/>
          <w:lang w:val="bg-BG"/>
        </w:rPr>
      </w:pPr>
      <w:r>
        <w:rPr>
          <w:rFonts w:ascii="Times New Roman" w:hAnsi="Times New Roman"/>
          <w:b/>
          <w:iCs/>
        </w:rPr>
        <w:t>“</w:t>
      </w:r>
      <w:proofErr w:type="spellStart"/>
      <w:r w:rsidR="005821C8" w:rsidRPr="00A93122">
        <w:rPr>
          <w:rFonts w:ascii="Times New Roman" w:hAnsi="Times New Roman"/>
          <w:b/>
        </w:rPr>
        <w:t>Доставка</w:t>
      </w:r>
      <w:proofErr w:type="spellEnd"/>
      <w:r w:rsidR="005821C8" w:rsidRPr="00A93122">
        <w:rPr>
          <w:rFonts w:ascii="Times New Roman" w:hAnsi="Times New Roman"/>
          <w:b/>
        </w:rPr>
        <w:t xml:space="preserve"> </w:t>
      </w:r>
      <w:r w:rsidR="005821C8" w:rsidRPr="00A93122">
        <w:rPr>
          <w:rFonts w:ascii="Times New Roman" w:hAnsi="Times New Roman"/>
          <w:b/>
          <w:lang w:val="bg-BG"/>
        </w:rPr>
        <w:t xml:space="preserve">и монтаж на специализирано кухненско </w:t>
      </w:r>
      <w:proofErr w:type="spellStart"/>
      <w:r w:rsidR="005821C8" w:rsidRPr="00A93122">
        <w:rPr>
          <w:rFonts w:ascii="Times New Roman" w:hAnsi="Times New Roman"/>
          <w:b/>
        </w:rPr>
        <w:t>оборудване</w:t>
      </w:r>
      <w:proofErr w:type="spellEnd"/>
      <w:r w:rsidR="005821C8" w:rsidRPr="00A93122">
        <w:rPr>
          <w:rFonts w:ascii="Times New Roman" w:hAnsi="Times New Roman"/>
          <w:b/>
          <w:lang w:val="bg-BG"/>
        </w:rPr>
        <w:t xml:space="preserve"> за обекти на отдел ССД</w:t>
      </w:r>
      <w:r>
        <w:rPr>
          <w:rFonts w:ascii="Times New Roman" w:hAnsi="Times New Roman"/>
          <w:b/>
          <w:iCs/>
        </w:rPr>
        <w:t>”</w:t>
      </w:r>
    </w:p>
    <w:p w:rsidR="00D87FDD" w:rsidRPr="00D87FDD" w:rsidRDefault="00D87FDD" w:rsidP="00D87FDD">
      <w:pPr>
        <w:spacing w:line="280" w:lineRule="exact"/>
        <w:jc w:val="center"/>
        <w:rPr>
          <w:rFonts w:ascii="Times New Roman" w:hAnsi="Times New Roman" w:cs="Times New Roman"/>
          <w:lang w:val="bg-BG"/>
        </w:rPr>
      </w:pPr>
    </w:p>
    <w:p w:rsidR="005C7C01" w:rsidRPr="005F1179" w:rsidRDefault="005C7C01" w:rsidP="006F7015">
      <w:pPr>
        <w:spacing w:line="280" w:lineRule="exact"/>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center"/>
        <w:rPr>
          <w:rFonts w:ascii="Times New Roman" w:hAnsi="Times New Roman" w:cs="Times New Roman"/>
          <w:b/>
          <w:bCs/>
          <w:sz w:val="16"/>
          <w:szCs w:val="16"/>
          <w:lang w:val="bg-BG"/>
        </w:rPr>
      </w:pPr>
    </w:p>
    <w:p w:rsidR="000F5A9D" w:rsidRDefault="005C7C01" w:rsidP="006F7015">
      <w:pPr>
        <w:tabs>
          <w:tab w:val="left" w:pos="4678"/>
        </w:tabs>
        <w:spacing w:line="280" w:lineRule="exact"/>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6F7015">
      <w:pPr>
        <w:pStyle w:val="ListParagraph"/>
        <w:numPr>
          <w:ilvl w:val="0"/>
          <w:numId w:val="14"/>
        </w:numPr>
        <w:tabs>
          <w:tab w:val="left" w:pos="4678"/>
        </w:tabs>
        <w:spacing w:line="280" w:lineRule="exact"/>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6F7015">
            <w:pPr>
              <w:tabs>
                <w:tab w:val="left" w:pos="4678"/>
              </w:tabs>
              <w:autoSpaceDE w:val="0"/>
              <w:autoSpaceDN w:val="0"/>
              <w:adjustRightInd w:val="0"/>
              <w:spacing w:line="280" w:lineRule="exact"/>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6F7015">
      <w:pPr>
        <w:autoSpaceDE w:val="0"/>
        <w:autoSpaceDN w:val="0"/>
        <w:adjustRightInd w:val="0"/>
        <w:spacing w:line="280" w:lineRule="exact"/>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6F7015">
      <w:pPr>
        <w:spacing w:line="280" w:lineRule="exact"/>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6F7015">
      <w:pPr>
        <w:autoSpaceDE w:val="0"/>
        <w:autoSpaceDN w:val="0"/>
        <w:adjustRightInd w:val="0"/>
        <w:spacing w:line="280" w:lineRule="exact"/>
        <w:ind w:firstLine="708"/>
        <w:jc w:val="both"/>
        <w:rPr>
          <w:rFonts w:ascii="Times New Roman" w:hAnsi="Times New Roman" w:cs="Times New Roman"/>
          <w:sz w:val="16"/>
          <w:szCs w:val="16"/>
          <w:lang w:val="bg-BG"/>
        </w:rPr>
      </w:pPr>
    </w:p>
    <w:p w:rsidR="005C7C01" w:rsidRDefault="00762300" w:rsidP="006F7015">
      <w:pPr>
        <w:spacing w:line="280" w:lineRule="exact"/>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6F7015">
      <w:pPr>
        <w:spacing w:line="280" w:lineRule="exact"/>
        <w:ind w:firstLine="720"/>
        <w:jc w:val="both"/>
        <w:rPr>
          <w:rFonts w:ascii="Times New Roman" w:hAnsi="Times New Roman" w:cs="Times New Roman"/>
          <w:sz w:val="16"/>
          <w:szCs w:val="16"/>
          <w:lang w:val="bg-BG"/>
        </w:rPr>
      </w:pPr>
    </w:p>
    <w:p w:rsidR="005C7C01" w:rsidRPr="005F1179" w:rsidRDefault="005C7C01" w:rsidP="006F7015">
      <w:pPr>
        <w:spacing w:line="280" w:lineRule="exact"/>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6F7015">
      <w:pPr>
        <w:spacing w:line="280" w:lineRule="exact"/>
        <w:jc w:val="both"/>
        <w:rPr>
          <w:rFonts w:ascii="Times New Roman" w:hAnsi="Times New Roman" w:cs="Times New Roman"/>
          <w:sz w:val="16"/>
          <w:szCs w:val="16"/>
          <w:lang w:val="bg-BG"/>
        </w:rPr>
      </w:pP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6F7015">
      <w:pgSz w:w="11906" w:h="16838" w:code="9"/>
      <w:pgMar w:top="426"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34444"/>
    <w:rsid w:val="00240C38"/>
    <w:rsid w:val="002F57AD"/>
    <w:rsid w:val="00315FE6"/>
    <w:rsid w:val="003451EA"/>
    <w:rsid w:val="00346F92"/>
    <w:rsid w:val="003A0A9B"/>
    <w:rsid w:val="003A3570"/>
    <w:rsid w:val="003A7258"/>
    <w:rsid w:val="003C71DE"/>
    <w:rsid w:val="003D103F"/>
    <w:rsid w:val="00407D8F"/>
    <w:rsid w:val="004D53F8"/>
    <w:rsid w:val="004F18E8"/>
    <w:rsid w:val="00544BBD"/>
    <w:rsid w:val="005821C8"/>
    <w:rsid w:val="005C7C01"/>
    <w:rsid w:val="005D40AC"/>
    <w:rsid w:val="005F1179"/>
    <w:rsid w:val="005F26A8"/>
    <w:rsid w:val="00613A2D"/>
    <w:rsid w:val="00647665"/>
    <w:rsid w:val="006770FE"/>
    <w:rsid w:val="006831D4"/>
    <w:rsid w:val="006A2ADF"/>
    <w:rsid w:val="006C469F"/>
    <w:rsid w:val="006E5C66"/>
    <w:rsid w:val="006F30B6"/>
    <w:rsid w:val="006F7015"/>
    <w:rsid w:val="00762300"/>
    <w:rsid w:val="0078359C"/>
    <w:rsid w:val="0078528D"/>
    <w:rsid w:val="0079115A"/>
    <w:rsid w:val="0079238E"/>
    <w:rsid w:val="008016AB"/>
    <w:rsid w:val="00857065"/>
    <w:rsid w:val="00864CC5"/>
    <w:rsid w:val="00871D50"/>
    <w:rsid w:val="00876413"/>
    <w:rsid w:val="008A7B57"/>
    <w:rsid w:val="008B5D6A"/>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4723D"/>
    <w:rsid w:val="00B92A65"/>
    <w:rsid w:val="00BD2D0B"/>
    <w:rsid w:val="00BD6782"/>
    <w:rsid w:val="00C06CBD"/>
    <w:rsid w:val="00C1732B"/>
    <w:rsid w:val="00C26FD6"/>
    <w:rsid w:val="00C3720B"/>
    <w:rsid w:val="00C37919"/>
    <w:rsid w:val="00C57DA4"/>
    <w:rsid w:val="00C716C1"/>
    <w:rsid w:val="00C9229D"/>
    <w:rsid w:val="00CB53A1"/>
    <w:rsid w:val="00CC14CE"/>
    <w:rsid w:val="00CF0A9F"/>
    <w:rsid w:val="00D35336"/>
    <w:rsid w:val="00D570C5"/>
    <w:rsid w:val="00D66A88"/>
    <w:rsid w:val="00D813DC"/>
    <w:rsid w:val="00D87FDD"/>
    <w:rsid w:val="00DC69DA"/>
    <w:rsid w:val="00DE3174"/>
    <w:rsid w:val="00DE398A"/>
    <w:rsid w:val="00E10714"/>
    <w:rsid w:val="00E16DA7"/>
    <w:rsid w:val="00E56BCC"/>
    <w:rsid w:val="00E77698"/>
    <w:rsid w:val="00E9744C"/>
    <w:rsid w:val="00EC0C96"/>
    <w:rsid w:val="00EE10BC"/>
    <w:rsid w:val="00F55C8C"/>
    <w:rsid w:val="00F63F4E"/>
    <w:rsid w:val="00F71061"/>
    <w:rsid w:val="00F971A8"/>
    <w:rsid w:val="00FA3539"/>
    <w:rsid w:val="00FB3497"/>
    <w:rsid w:val="00FC2FB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66BD7A-2DC1-4A09-AC38-CAEA139A4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368</Words>
  <Characters>2135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2499</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7</cp:revision>
  <cp:lastPrinted>2018-05-10T10:46:00Z</cp:lastPrinted>
  <dcterms:created xsi:type="dcterms:W3CDTF">2016-08-11T12:42:00Z</dcterms:created>
  <dcterms:modified xsi:type="dcterms:W3CDTF">2018-05-10T10:46:00Z</dcterms:modified>
</cp:coreProperties>
</file>